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448BE" w14:textId="77777777" w:rsidR="00AD0C7B" w:rsidRDefault="00BB037B" w:rsidP="00312D11">
      <w:pPr>
        <w:pStyle w:val="Titul1"/>
      </w:pPr>
      <w:r>
        <w:t>Dopis nabídky</w:t>
      </w:r>
    </w:p>
    <w:p w14:paraId="432793F7" w14:textId="77777777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F1090B">
            <w:rPr>
              <w:rStyle w:val="Nzevakce"/>
              <w:b/>
            </w:rPr>
            <w:t>„</w:t>
          </w:r>
          <w:r w:rsidR="00F1090B" w:rsidRPr="00F1090B">
            <w:rPr>
              <w:rStyle w:val="Nzevakce"/>
              <w:b/>
            </w:rPr>
            <w:t>ETCS Mosty u Jablunkova – Dětmarovice“</w:t>
          </w:r>
          <w:r w:rsidR="005D68B0" w:rsidRPr="00F1090B">
            <w:rPr>
              <w:rStyle w:val="Nzevakce"/>
              <w:b/>
            </w:rPr>
            <w:t xml:space="preserve"> </w:t>
          </w:r>
        </w:sdtContent>
      </w:sdt>
    </w:p>
    <w:p w14:paraId="606436A2" w14:textId="77777777" w:rsidR="005D68B0" w:rsidRDefault="005D68B0" w:rsidP="00312D11">
      <w:pPr>
        <w:pStyle w:val="Textbezodsazen"/>
      </w:pPr>
    </w:p>
    <w:p w14:paraId="7F90BEC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6EF33DD7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04985CD1" w14:textId="77777777" w:rsidR="00E9202E" w:rsidRDefault="00E9202E" w:rsidP="00312D11">
      <w:pPr>
        <w:pStyle w:val="Textbezodsazen"/>
      </w:pPr>
    </w:p>
    <w:p w14:paraId="642D6D34" w14:textId="77777777" w:rsidR="00BB037B" w:rsidRPr="00C90173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3DC35555" w14:textId="77777777" w:rsidR="00BB037B" w:rsidRPr="00C90173" w:rsidRDefault="00BB037B" w:rsidP="005D68B0">
      <w:pPr>
        <w:pStyle w:val="slovanseznam"/>
      </w:pPr>
      <w:r w:rsidRPr="00C90173">
        <w:t xml:space="preserve">Bude-li naše Nabídka přijata, poskytneme specifikované Zajištění splnění smlouvy, začneme s prováděním Díla, co nejdříve to bude </w:t>
      </w:r>
      <w:r w:rsidR="005D1C66" w:rsidRPr="00C90173">
        <w:t>možné po Datu zahájení prací, a </w:t>
      </w:r>
      <w:r w:rsidRPr="00C90173">
        <w:t>dokončíme Dílo v souladu s výše uvedenými dokumenty v Době pro dokončení.</w:t>
      </w:r>
    </w:p>
    <w:p w14:paraId="09AD77DF" w14:textId="77777777" w:rsidR="00BB037B" w:rsidRPr="00C90173" w:rsidRDefault="00BB037B" w:rsidP="005D68B0">
      <w:pPr>
        <w:pStyle w:val="slovanseznam"/>
      </w:pPr>
      <w:r w:rsidRPr="00C90173">
        <w:t>Chápeme, že jste jako zadavatel povinni postupo</w:t>
      </w:r>
      <w:r w:rsidR="005D1C66" w:rsidRPr="00C90173">
        <w:t>vat a vyhodnotit naši nabídku v </w:t>
      </w:r>
      <w:r w:rsidRPr="00C90173">
        <w:t xml:space="preserve">souladu se zákonem č. 134/2016 Sb., o zadávání veřejných zakázek </w:t>
      </w:r>
      <w:r w:rsidR="00B61B0B" w:rsidRPr="00C90173">
        <w:t xml:space="preserve">(dále jen ZZVZ) </w:t>
      </w:r>
      <w:r w:rsidRPr="00C90173">
        <w:t>a dalšími Právními předpisy.</w:t>
      </w:r>
    </w:p>
    <w:p w14:paraId="5EDC5F41" w14:textId="77777777" w:rsidR="00BB037B" w:rsidRPr="00C90173" w:rsidRDefault="00BB037B" w:rsidP="005D68B0">
      <w:pPr>
        <w:pStyle w:val="slovanseznam"/>
      </w:pPr>
      <w:r w:rsidRPr="00C90173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473F3820" w14:textId="77777777" w:rsidR="00BB037B" w:rsidRPr="00C90173" w:rsidRDefault="00BB037B" w:rsidP="00312D11">
      <w:pPr>
        <w:pStyle w:val="Odstavec1-1a"/>
      </w:pPr>
      <w:r w:rsidRPr="00C90173">
        <w:t xml:space="preserve">Smlouva bude uveřejněna v registru smluv v rozsahu vyžadovaném ZRS; </w:t>
      </w:r>
    </w:p>
    <w:p w14:paraId="5F58F299" w14:textId="77777777" w:rsidR="00BB037B" w:rsidRPr="00C90173" w:rsidRDefault="00BB037B" w:rsidP="00312D11">
      <w:pPr>
        <w:pStyle w:val="Odstavec1-1a"/>
      </w:pPr>
      <w:r w:rsidRPr="00C90173">
        <w:t xml:space="preserve">Obě Smluvní strany v souladu s ustanovením § 5 odst. 2 ZRS zašlou správci registru smluv elektronický obraz Smlouvy a jejich příloh a </w:t>
      </w:r>
      <w:proofErr w:type="spellStart"/>
      <w:r w:rsidRPr="00C90173">
        <w:t>metadata</w:t>
      </w:r>
      <w:proofErr w:type="spellEnd"/>
      <w:r w:rsidRPr="00C90173">
        <w:t xml:space="preserve"> vyžadovaná ZRS;</w:t>
      </w:r>
    </w:p>
    <w:p w14:paraId="725FC2A7" w14:textId="77777777" w:rsidR="00B61B0B" w:rsidRPr="00C90173" w:rsidRDefault="00BB037B" w:rsidP="00B61B0B">
      <w:pPr>
        <w:pStyle w:val="Odstavec1-1a"/>
      </w:pPr>
      <w:r w:rsidRPr="00C90173">
        <w:t>Obě Smluvní strany splní povinnost uvedenou v tomto odstavci ve lhůtě 30 (slovy: třicet) kalendářních dní od uzavře</w:t>
      </w:r>
      <w:r w:rsidR="00B61B0B" w:rsidRPr="00C90173">
        <w:t>ní Smlouvy; nebude-li tato smlouva zaslána k 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EBB7029" w14:textId="77777777" w:rsidR="00BB037B" w:rsidRPr="00C90173" w:rsidRDefault="00BB037B" w:rsidP="00312D11">
      <w:pPr>
        <w:pStyle w:val="Odstavec1-1a"/>
      </w:pPr>
      <w:r w:rsidRPr="00C90173">
        <w:t>Obě Smluvní strany souhlasí se zveřejněním údajů o identifikaci Smluvních stran, předmětu Smlouvy, jeho ceně či hodnotě a datu uzavření této Smlouvy.</w:t>
      </w:r>
    </w:p>
    <w:p w14:paraId="57CAB986" w14:textId="77777777" w:rsidR="00BB037B" w:rsidRPr="00C90173" w:rsidRDefault="00BB037B" w:rsidP="005D1C66">
      <w:pPr>
        <w:pStyle w:val="slovanseznam"/>
      </w:pPr>
      <w:r w:rsidRPr="00C90173">
        <w:t>Níže uvedené dokumenty nebo části dokumentů v naší nabídce jsou našim obchodním tajemstvím:</w:t>
      </w:r>
    </w:p>
    <w:p w14:paraId="173C2159" w14:textId="77777777" w:rsidR="00BB037B" w:rsidRPr="00C90173" w:rsidRDefault="00BB037B" w:rsidP="005D1C66">
      <w:pPr>
        <w:pStyle w:val="Textbezslovn"/>
      </w:pPr>
      <w:r w:rsidRPr="00C90173">
        <w:rPr>
          <w:highlight w:val="yellow"/>
        </w:rPr>
        <w:t>VYPLNÍ ZHOTOVITEL</w:t>
      </w:r>
    </w:p>
    <w:p w14:paraId="78D81ABC" w14:textId="77777777" w:rsidR="00B61B0B" w:rsidRPr="00C90173" w:rsidRDefault="00BB037B" w:rsidP="00B61B0B">
      <w:pPr>
        <w:pStyle w:val="Textbezslovn"/>
      </w:pPr>
      <w:r w:rsidRPr="00C90173">
        <w:t xml:space="preserve">Žádáme, aby bylo s těmito dokumenty nakládáno podle </w:t>
      </w:r>
      <w:proofErr w:type="spellStart"/>
      <w:r w:rsidRPr="00C90173">
        <w:t>ust</w:t>
      </w:r>
      <w:proofErr w:type="spellEnd"/>
      <w:r w:rsidRPr="00C90173">
        <w:t xml:space="preserve">. § 218 </w:t>
      </w:r>
      <w:r w:rsidR="00B61B0B" w:rsidRPr="00C90173">
        <w:t xml:space="preserve">ZZVZ. </w:t>
      </w:r>
    </w:p>
    <w:p w14:paraId="1586A279" w14:textId="77777777" w:rsidR="00BB037B" w:rsidRPr="00C90173" w:rsidRDefault="00BB037B" w:rsidP="00B61B0B">
      <w:pPr>
        <w:pStyle w:val="Textbezslovn"/>
      </w:pPr>
      <w:r>
        <w:t xml:space="preserve">Níže </w:t>
      </w:r>
      <w:r w:rsidRPr="00C90173">
        <w:t>uvedené informace a sdělení v naší nabídce označujeme jako důvěrné informace</w:t>
      </w:r>
      <w:r w:rsidR="00ED3A17" w:rsidRPr="00C90173">
        <w:t xml:space="preserve"> v souladu se </w:t>
      </w:r>
      <w:r w:rsidR="00B61B0B" w:rsidRPr="00C90173">
        <w:t xml:space="preserve">ZZVZ </w:t>
      </w:r>
      <w:r w:rsidR="00ED3A17" w:rsidRPr="00C90173">
        <w:t xml:space="preserve"> jako důvěrné informace.</w:t>
      </w:r>
    </w:p>
    <w:p w14:paraId="6913BF51" w14:textId="77777777" w:rsidR="00BB037B" w:rsidRPr="00C90173" w:rsidRDefault="00BB037B" w:rsidP="005D1C66">
      <w:pPr>
        <w:pStyle w:val="Textbezslovn"/>
      </w:pPr>
      <w:bookmarkStart w:id="0" w:name="_GoBack"/>
      <w:bookmarkEnd w:id="0"/>
      <w:r w:rsidRPr="00C90173">
        <w:rPr>
          <w:highlight w:val="yellow"/>
        </w:rPr>
        <w:t>VYPLNÍ ZHOTOVITEL</w:t>
      </w:r>
    </w:p>
    <w:p w14:paraId="359F6B94" w14:textId="77777777" w:rsidR="00BB037B" w:rsidRPr="00C90173" w:rsidRDefault="00BB037B" w:rsidP="005D1C66">
      <w:pPr>
        <w:pStyle w:val="Textbezslovn"/>
      </w:pPr>
      <w:r w:rsidRPr="00C90173">
        <w:t xml:space="preserve">Žádáme, aby bylo s těmito informacemi nakládáno podle </w:t>
      </w:r>
      <w:proofErr w:type="spellStart"/>
      <w:r w:rsidRPr="00C90173">
        <w:t>ust</w:t>
      </w:r>
      <w:proofErr w:type="spellEnd"/>
      <w:r w:rsidRPr="00C90173">
        <w:t xml:space="preserve">. § 218 </w:t>
      </w:r>
      <w:r w:rsidR="00B61B0B" w:rsidRPr="00C90173">
        <w:t>ZZVZ .</w:t>
      </w:r>
    </w:p>
    <w:p w14:paraId="3FEEEED9" w14:textId="77777777" w:rsidR="00457B38" w:rsidRPr="00C90173" w:rsidRDefault="00457B38" w:rsidP="00312D11">
      <w:pPr>
        <w:pStyle w:val="Textbezodsazen"/>
      </w:pPr>
    </w:p>
    <w:p w14:paraId="4C4DCBC1" w14:textId="77777777" w:rsidR="005D1C66" w:rsidRPr="00C90173" w:rsidRDefault="005D1C66" w:rsidP="00312D11">
      <w:pPr>
        <w:pStyle w:val="Textbezodsazen"/>
      </w:pPr>
    </w:p>
    <w:p w14:paraId="5F8E8B8B" w14:textId="77777777" w:rsidR="00BB037B" w:rsidRPr="00C90173" w:rsidRDefault="00BB037B" w:rsidP="00BB037B">
      <w:r w:rsidRPr="00C90173">
        <w:rPr>
          <w:highlight w:val="yellow"/>
        </w:rPr>
        <w:t>VYPLNÍ ZHOTOVITEL</w:t>
      </w:r>
      <w:r w:rsidRPr="00C90173">
        <w:t xml:space="preserve"> </w:t>
      </w:r>
    </w:p>
    <w:p w14:paraId="7A8C4AEE" w14:textId="77777777" w:rsidR="008069F8" w:rsidRPr="00C90173" w:rsidRDefault="00BB037B" w:rsidP="00312D11">
      <w:pPr>
        <w:pStyle w:val="Textbezodsazen"/>
      </w:pPr>
      <w:r w:rsidRPr="00C90173">
        <w:t>………………………………….</w:t>
      </w:r>
    </w:p>
    <w:p w14:paraId="73237AD4" w14:textId="77777777" w:rsidR="00BB037B" w:rsidRPr="00C90173" w:rsidRDefault="00BB037B" w:rsidP="00312D11">
      <w:pPr>
        <w:pStyle w:val="Textbezodsazen"/>
      </w:pPr>
      <w:r w:rsidRPr="00C90173">
        <w:t>datum ………</w:t>
      </w:r>
      <w:r w:rsidR="008069F8" w:rsidRPr="00C90173">
        <w:t>……………</w:t>
      </w:r>
      <w:r w:rsidRPr="00C90173">
        <w:t xml:space="preserve"> </w:t>
      </w:r>
    </w:p>
    <w:p w14:paraId="332C0649" w14:textId="77777777" w:rsidR="00ED3A17" w:rsidRPr="00C90173" w:rsidRDefault="00ED3A17" w:rsidP="00312D11">
      <w:pPr>
        <w:pStyle w:val="Textbezodsazen"/>
        <w:rPr>
          <w:highlight w:val="yellow"/>
        </w:rPr>
      </w:pPr>
    </w:p>
    <w:p w14:paraId="3AF9EE52" w14:textId="77777777" w:rsidR="00BB037B" w:rsidRPr="00C90173" w:rsidRDefault="00BB037B" w:rsidP="00312D11">
      <w:pPr>
        <w:pStyle w:val="Textbezodsazen"/>
      </w:pPr>
      <w:r w:rsidRPr="00C90173">
        <w:rPr>
          <w:highlight w:val="yellow"/>
        </w:rPr>
        <w:t>VYPLNÍ ZHOTOVITEL</w:t>
      </w:r>
      <w:r w:rsidRPr="00C90173">
        <w:t xml:space="preserve"> </w:t>
      </w:r>
    </w:p>
    <w:p w14:paraId="2138846D" w14:textId="77777777" w:rsidR="00BB037B" w:rsidRPr="00C90173" w:rsidRDefault="00BB037B" w:rsidP="00312D11">
      <w:pPr>
        <w:pStyle w:val="Textbezodsazen"/>
      </w:pPr>
      <w:r w:rsidRPr="00C90173">
        <w:t xml:space="preserve">…………………………. </w:t>
      </w:r>
    </w:p>
    <w:p w14:paraId="103D0BC3" w14:textId="77777777" w:rsidR="00BB037B" w:rsidRPr="00C90173" w:rsidRDefault="00BB037B" w:rsidP="00312D11">
      <w:pPr>
        <w:pStyle w:val="Textbezodsazen"/>
      </w:pPr>
      <w:r w:rsidRPr="00C90173">
        <w:t>podpis</w:t>
      </w:r>
    </w:p>
    <w:p w14:paraId="10F8FA3B" w14:textId="77777777" w:rsidR="00ED3A17" w:rsidRPr="00C90173" w:rsidRDefault="00ED3A17" w:rsidP="00312D11">
      <w:pPr>
        <w:pStyle w:val="Textbezodsazen"/>
        <w:rPr>
          <w:highlight w:val="yellow"/>
        </w:rPr>
      </w:pPr>
    </w:p>
    <w:p w14:paraId="3AA45A5D" w14:textId="77777777" w:rsidR="00ED3A17" w:rsidRPr="00C90173" w:rsidRDefault="00ED3A17" w:rsidP="00312D11">
      <w:pPr>
        <w:pStyle w:val="Textbezodsazen"/>
        <w:rPr>
          <w:highlight w:val="yellow"/>
        </w:rPr>
      </w:pPr>
    </w:p>
    <w:p w14:paraId="4E2B6CB7" w14:textId="77777777" w:rsidR="00BB037B" w:rsidRPr="00C90173" w:rsidRDefault="00BB037B" w:rsidP="00312D11">
      <w:pPr>
        <w:pStyle w:val="Textbezodsazen"/>
      </w:pPr>
      <w:r w:rsidRPr="00C90173">
        <w:rPr>
          <w:highlight w:val="yellow"/>
        </w:rPr>
        <w:t>VYPLNÍ ZHOTOVITEL</w:t>
      </w:r>
      <w:r w:rsidRPr="00C90173">
        <w:t xml:space="preserve"> </w:t>
      </w:r>
    </w:p>
    <w:p w14:paraId="72F67488" w14:textId="77777777" w:rsidR="00BB037B" w:rsidRPr="00C90173" w:rsidRDefault="00BB037B" w:rsidP="00312D11">
      <w:pPr>
        <w:pStyle w:val="Textbezodsazen"/>
      </w:pPr>
      <w:r w:rsidRPr="00C90173">
        <w:t>…………………………</w:t>
      </w:r>
    </w:p>
    <w:p w14:paraId="73E16D41" w14:textId="77777777" w:rsidR="00BB037B" w:rsidRPr="00C90173" w:rsidRDefault="00BB037B" w:rsidP="00312D11">
      <w:pPr>
        <w:pStyle w:val="Textbezodsazen"/>
      </w:pPr>
      <w:r w:rsidRPr="00C90173">
        <w:t xml:space="preserve">jméno a příjmení výše podepsané odpovědné osoby </w:t>
      </w:r>
      <w:r w:rsidR="00ED3A17" w:rsidRPr="00C90173">
        <w:t xml:space="preserve">Zhotovitele - </w:t>
      </w:r>
      <w:r w:rsidRPr="00C90173">
        <w:t>účastníka zadávacího řízení oprávněné podepsat nabídku dle</w:t>
      </w:r>
      <w:r w:rsidR="00985C0E" w:rsidRPr="00C90173">
        <w:t xml:space="preserve"> ZZVZ </w:t>
      </w:r>
      <w:r w:rsidRPr="00C90173">
        <w:t xml:space="preserve"> na základě </w:t>
      </w:r>
      <w:r w:rsidRPr="00C90173">
        <w:rPr>
          <w:highlight w:val="yellow"/>
        </w:rPr>
        <w:t>…………………</w:t>
      </w:r>
      <w:r w:rsidRPr="00C90173">
        <w:t xml:space="preserve">  </w:t>
      </w:r>
    </w:p>
    <w:p w14:paraId="2A294D87" w14:textId="77777777" w:rsidR="00BB037B" w:rsidRPr="00C90173" w:rsidRDefault="00BB037B" w:rsidP="00312D11">
      <w:pPr>
        <w:pStyle w:val="Textbezodsazen"/>
      </w:pPr>
    </w:p>
    <w:sectPr w:rsidR="00BB037B" w:rsidRPr="00C90173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56BC1" w14:textId="77777777" w:rsidR="00D55366" w:rsidRDefault="00D55366" w:rsidP="00962258">
      <w:pPr>
        <w:spacing w:after="0" w:line="240" w:lineRule="auto"/>
      </w:pPr>
      <w:r>
        <w:separator/>
      </w:r>
    </w:p>
  </w:endnote>
  <w:endnote w:type="continuationSeparator" w:id="0">
    <w:p w14:paraId="08110804" w14:textId="77777777" w:rsidR="00D55366" w:rsidRDefault="00D553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80D1C7D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FA754AC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1168326A" w14:textId="1399CAAF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836B54">
            <w:rPr>
              <w:rStyle w:val="Tun"/>
              <w:noProof/>
            </w:rPr>
            <w:t>„ETCS Mosty u Jablunkova – Dětmarovice“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6562BD82" w14:textId="0607D8FA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B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B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A0AAF57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21C482A8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F5AC41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62DE2163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EB3C2C1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143669D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0AD536E9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A65D3" w14:textId="77777777" w:rsidR="00BE5121" w:rsidRDefault="00A67808" w:rsidP="00BE5121">
    <w:pPr>
      <w:pStyle w:val="Zpat"/>
      <w:rPr>
        <w:rFonts w:cs="Calibri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4624" behindDoc="1" locked="1" layoutInCell="1" allowOverlap="1" wp14:anchorId="52E1BE15" wp14:editId="394614FB">
          <wp:simplePos x="0" y="0"/>
          <wp:positionH relativeFrom="page">
            <wp:posOffset>974725</wp:posOffset>
          </wp:positionH>
          <wp:positionV relativeFrom="page">
            <wp:posOffset>9464675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DE75D" w14:textId="77777777" w:rsidR="00D55366" w:rsidRDefault="00D55366" w:rsidP="00962258">
      <w:pPr>
        <w:spacing w:after="0" w:line="240" w:lineRule="auto"/>
      </w:pPr>
      <w:r>
        <w:separator/>
      </w:r>
    </w:p>
  </w:footnote>
  <w:footnote w:type="continuationSeparator" w:id="0">
    <w:p w14:paraId="3F193E48" w14:textId="77777777" w:rsidR="00D55366" w:rsidRDefault="00D553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B1A044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0CE7E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FE985B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27BA11" w14:textId="77777777" w:rsidR="005D3C39" w:rsidRPr="00D6163D" w:rsidRDefault="005D3C39" w:rsidP="00D6163D">
          <w:pPr>
            <w:pStyle w:val="Druhdokumentu"/>
          </w:pPr>
        </w:p>
      </w:tc>
    </w:tr>
  </w:tbl>
  <w:p w14:paraId="3023EDEB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32"/>
      <w:gridCol w:w="3384"/>
      <w:gridCol w:w="5633"/>
    </w:tblGrid>
    <w:tr w:rsidR="005D3C39" w14:paraId="19DE04E6" w14:textId="77777777" w:rsidTr="00836B54">
      <w:trPr>
        <w:trHeight w:hRule="exact" w:val="328"/>
      </w:trPr>
      <w:tc>
        <w:tcPr>
          <w:tcW w:w="1332" w:type="dxa"/>
          <w:tcMar>
            <w:left w:w="0" w:type="dxa"/>
            <w:right w:w="0" w:type="dxa"/>
          </w:tcMar>
        </w:tcPr>
        <w:p w14:paraId="3EF51B8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384" w:type="dxa"/>
          <w:shd w:val="clear" w:color="auto" w:fill="auto"/>
          <w:tcMar>
            <w:left w:w="0" w:type="dxa"/>
            <w:right w:w="0" w:type="dxa"/>
          </w:tcMar>
        </w:tcPr>
        <w:p w14:paraId="5C2D0CFC" w14:textId="77777777" w:rsidR="005D3C39" w:rsidRDefault="005D3C39" w:rsidP="00FC6389">
          <w:pPr>
            <w:pStyle w:val="Zpat"/>
          </w:pPr>
        </w:p>
      </w:tc>
      <w:tc>
        <w:tcPr>
          <w:tcW w:w="5633" w:type="dxa"/>
          <w:shd w:val="clear" w:color="auto" w:fill="auto"/>
          <w:tcMar>
            <w:left w:w="0" w:type="dxa"/>
            <w:right w:w="0" w:type="dxa"/>
          </w:tcMar>
        </w:tcPr>
        <w:p w14:paraId="475819AE" w14:textId="77777777" w:rsidR="005D3C39" w:rsidRPr="00D6163D" w:rsidRDefault="005D3C39" w:rsidP="00FC6389">
          <w:pPr>
            <w:pStyle w:val="Druhdokumentu"/>
          </w:pPr>
        </w:p>
      </w:tc>
    </w:tr>
    <w:tr w:rsidR="005D3C39" w14:paraId="0D6A0E35" w14:textId="77777777" w:rsidTr="00836B54">
      <w:trPr>
        <w:trHeight w:hRule="exact" w:val="328"/>
      </w:trPr>
      <w:tc>
        <w:tcPr>
          <w:tcW w:w="1332" w:type="dxa"/>
          <w:tcMar>
            <w:left w:w="0" w:type="dxa"/>
            <w:right w:w="0" w:type="dxa"/>
          </w:tcMar>
        </w:tcPr>
        <w:p w14:paraId="756EB97A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384" w:type="dxa"/>
          <w:shd w:val="clear" w:color="auto" w:fill="auto"/>
          <w:tcMar>
            <w:left w:w="0" w:type="dxa"/>
            <w:right w:w="0" w:type="dxa"/>
          </w:tcMar>
        </w:tcPr>
        <w:p w14:paraId="33CE79ED" w14:textId="77777777" w:rsidR="005D3C39" w:rsidRDefault="005D3C39" w:rsidP="00FC6389">
          <w:pPr>
            <w:pStyle w:val="Zpat"/>
          </w:pPr>
        </w:p>
      </w:tc>
      <w:tc>
        <w:tcPr>
          <w:tcW w:w="5633" w:type="dxa"/>
          <w:shd w:val="clear" w:color="auto" w:fill="auto"/>
          <w:tcMar>
            <w:left w:w="0" w:type="dxa"/>
            <w:right w:w="0" w:type="dxa"/>
          </w:tcMar>
        </w:tcPr>
        <w:p w14:paraId="132855A3" w14:textId="77777777" w:rsidR="005D3C39" w:rsidRPr="00D6163D" w:rsidRDefault="005D3C39" w:rsidP="00FC6389">
          <w:pPr>
            <w:pStyle w:val="Druhdokumentu"/>
          </w:pPr>
        </w:p>
      </w:tc>
    </w:tr>
  </w:tbl>
  <w:p w14:paraId="494DA196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D436B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4241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1E11"/>
    <w:rsid w:val="00464BA9"/>
    <w:rsid w:val="00483969"/>
    <w:rsid w:val="00486107"/>
    <w:rsid w:val="00491827"/>
    <w:rsid w:val="004A3C4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6E8"/>
    <w:rsid w:val="005D1C66"/>
    <w:rsid w:val="005D3C39"/>
    <w:rsid w:val="005D68B0"/>
    <w:rsid w:val="00601A8C"/>
    <w:rsid w:val="0061068E"/>
    <w:rsid w:val="006115D3"/>
    <w:rsid w:val="006247C7"/>
    <w:rsid w:val="0065610E"/>
    <w:rsid w:val="00660AD3"/>
    <w:rsid w:val="0066497E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E57"/>
    <w:rsid w:val="007A5172"/>
    <w:rsid w:val="007A67A0"/>
    <w:rsid w:val="007B570C"/>
    <w:rsid w:val="007D2A72"/>
    <w:rsid w:val="007D6CE3"/>
    <w:rsid w:val="007E4A6E"/>
    <w:rsid w:val="007F56A7"/>
    <w:rsid w:val="00800851"/>
    <w:rsid w:val="008069F8"/>
    <w:rsid w:val="00807DD0"/>
    <w:rsid w:val="00821D01"/>
    <w:rsid w:val="00826B7B"/>
    <w:rsid w:val="00836B54"/>
    <w:rsid w:val="00846789"/>
    <w:rsid w:val="008A3568"/>
    <w:rsid w:val="008B0D50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85C0E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67808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B25"/>
    <w:rsid w:val="00B15D0D"/>
    <w:rsid w:val="00B22106"/>
    <w:rsid w:val="00B33C73"/>
    <w:rsid w:val="00B5431A"/>
    <w:rsid w:val="00B61B0B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0173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55366"/>
    <w:rsid w:val="00D6163D"/>
    <w:rsid w:val="00D831A3"/>
    <w:rsid w:val="00D9035F"/>
    <w:rsid w:val="00D95165"/>
    <w:rsid w:val="00D97BE3"/>
    <w:rsid w:val="00DA0401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090B"/>
    <w:rsid w:val="00F12AA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33EE3"/>
  <w14:defaultImageDpi w14:val="32767"/>
  <w15:docId w15:val="{3AD74103-E192-4D1C-B9FC-907C11E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021071"/>
    <w:rsid w:val="00146B79"/>
    <w:rsid w:val="00450CD3"/>
    <w:rsid w:val="004B7630"/>
    <w:rsid w:val="005E3FC4"/>
    <w:rsid w:val="006957BF"/>
    <w:rsid w:val="006D4BA1"/>
    <w:rsid w:val="006E232E"/>
    <w:rsid w:val="006E6B4A"/>
    <w:rsid w:val="008E4455"/>
    <w:rsid w:val="00A37915"/>
    <w:rsid w:val="00B374EC"/>
    <w:rsid w:val="00C7001B"/>
    <w:rsid w:val="00D50D44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ACB5C0-D221-4B3D-8D1F-4A2BFE56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4</cp:revision>
  <cp:lastPrinted>2019-03-12T14:23:00Z</cp:lastPrinted>
  <dcterms:created xsi:type="dcterms:W3CDTF">2020-11-05T12:19:00Z</dcterms:created>
  <dcterms:modified xsi:type="dcterms:W3CDTF">2020-11-05T12:40:00Z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